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B3B61E0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6A743604" w14:textId="330564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1744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1744C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Majcherek J. Ekonomika przedsiębiorstw,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93AC4" w14:textId="77777777" w:rsidR="00F107C3" w:rsidRDefault="00F107C3" w:rsidP="00C16ABF">
      <w:pPr>
        <w:spacing w:after="0" w:line="240" w:lineRule="auto"/>
      </w:pPr>
      <w:r>
        <w:separator/>
      </w:r>
    </w:p>
  </w:endnote>
  <w:endnote w:type="continuationSeparator" w:id="0">
    <w:p w14:paraId="19247591" w14:textId="77777777" w:rsidR="00F107C3" w:rsidRDefault="00F107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50940" w14:textId="77777777" w:rsidR="00F107C3" w:rsidRDefault="00F107C3" w:rsidP="00C16ABF">
      <w:pPr>
        <w:spacing w:after="0" w:line="240" w:lineRule="auto"/>
      </w:pPr>
      <w:r>
        <w:separator/>
      </w:r>
    </w:p>
  </w:footnote>
  <w:footnote w:type="continuationSeparator" w:id="0">
    <w:p w14:paraId="00B1FC78" w14:textId="77777777" w:rsidR="00F107C3" w:rsidRDefault="00F107C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FF46F6-1DBF-440C-99B7-23E93820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2019-02-06T12:12:00Z</cp:lastPrinted>
  <dcterms:created xsi:type="dcterms:W3CDTF">2020-09-30T13:29:00Z</dcterms:created>
  <dcterms:modified xsi:type="dcterms:W3CDTF">2021-02-01T12:08:00Z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